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55" w:rsidRPr="00480386" w:rsidRDefault="00B33755" w:rsidP="002F2A1A">
      <w:pPr>
        <w:spacing w:before="57" w:after="0" w:line="240" w:lineRule="auto"/>
        <w:ind w:right="227"/>
        <w:outlineLvl w:val="0"/>
        <w:rPr>
          <w:rFonts w:ascii="Arial" w:hAnsi="Arial" w:cs="Arial"/>
          <w:spacing w:val="6"/>
        </w:rPr>
      </w:pPr>
      <w:r w:rsidRPr="00480386">
        <w:rPr>
          <w:rFonts w:ascii="Arial" w:hAnsi="Arial" w:cs="Arial"/>
          <w:spacing w:val="6"/>
        </w:rPr>
        <w:t>Iktatószám:KGO/145-1</w:t>
      </w:r>
      <w:r>
        <w:rPr>
          <w:rFonts w:ascii="Arial" w:hAnsi="Arial" w:cs="Arial"/>
          <w:spacing w:val="6"/>
        </w:rPr>
        <w:t>6</w:t>
      </w:r>
      <w:r w:rsidRPr="00480386">
        <w:rPr>
          <w:rFonts w:ascii="Arial" w:hAnsi="Arial" w:cs="Arial"/>
          <w:spacing w:val="6"/>
        </w:rPr>
        <w:t>/2013</w:t>
      </w:r>
    </w:p>
    <w:p w:rsidR="00B33755" w:rsidRPr="00480386" w:rsidRDefault="00B33755" w:rsidP="00480386">
      <w:pPr>
        <w:spacing w:before="57" w:after="0" w:line="240" w:lineRule="auto"/>
        <w:ind w:right="227"/>
        <w:rPr>
          <w:rFonts w:ascii="Arial" w:hAnsi="Arial" w:cs="Arial"/>
          <w:spacing w:val="6"/>
        </w:rPr>
      </w:pPr>
    </w:p>
    <w:p w:rsidR="00B33755" w:rsidRPr="00480386" w:rsidRDefault="00B33755" w:rsidP="00480386">
      <w:pPr>
        <w:spacing w:before="57" w:after="0" w:line="240" w:lineRule="auto"/>
        <w:ind w:right="227"/>
        <w:rPr>
          <w:rFonts w:ascii="Arial" w:hAnsi="Arial" w:cs="Arial"/>
          <w:spacing w:val="6"/>
        </w:rPr>
      </w:pPr>
      <w:r w:rsidRPr="00480386">
        <w:rPr>
          <w:rFonts w:ascii="Arial" w:hAnsi="Arial" w:cs="Arial"/>
          <w:spacing w:val="6"/>
        </w:rPr>
        <w:t>Napirend sorszáma:</w:t>
      </w:r>
    </w:p>
    <w:p w:rsidR="00B33755" w:rsidRDefault="00B33755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Pr="006229FE" w:rsidRDefault="00B3375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Pr="006229FE" w:rsidRDefault="00B33755" w:rsidP="002F2A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B33755" w:rsidRPr="006229FE" w:rsidRDefault="00B33755" w:rsidP="0053432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33755" w:rsidRPr="006229FE" w:rsidRDefault="00B33755" w:rsidP="002F2A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B33755" w:rsidRPr="006229FE" w:rsidRDefault="00B3375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 október 29-i nyil</w:t>
      </w:r>
      <w:r w:rsidRPr="006229FE">
        <w:rPr>
          <w:rFonts w:ascii="Arial" w:hAnsi="Arial" w:cs="Arial"/>
          <w:b/>
          <w:sz w:val="24"/>
          <w:szCs w:val="24"/>
        </w:rPr>
        <w:t>vános ülésére</w:t>
      </w:r>
    </w:p>
    <w:p w:rsidR="00B33755" w:rsidRPr="006229FE" w:rsidRDefault="00B3375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3755" w:rsidRPr="006229FE" w:rsidRDefault="00B3375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3755" w:rsidRDefault="00B33755" w:rsidP="00534324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267872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Hévízi Sportkör 2013 harmadik negyedévi elszámolása önkormányzati támogatásról</w:t>
      </w:r>
    </w:p>
    <w:p w:rsidR="00B33755" w:rsidRDefault="00B3375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3755" w:rsidRPr="006229FE" w:rsidRDefault="00B3375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Az előterjesztő: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polgármester</w:t>
      </w:r>
    </w:p>
    <w:p w:rsidR="00B33755" w:rsidRPr="006229FE" w:rsidRDefault="00B3375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3755" w:rsidRPr="00267872" w:rsidRDefault="00B33755" w:rsidP="00534324">
      <w:pPr>
        <w:rPr>
          <w:rFonts w:ascii="Times New Roman" w:hAnsi="Times New Roman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Bediné Makra Anikó közgazdasági osztályvezető </w:t>
      </w:r>
    </w:p>
    <w:p w:rsidR="00B33755" w:rsidRDefault="00B33755" w:rsidP="005343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Megtárgyalta: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Pénzügyi és Turisztika Bizottsága</w:t>
      </w:r>
    </w:p>
    <w:p w:rsidR="00B33755" w:rsidRPr="006229FE" w:rsidRDefault="00B33755" w:rsidP="005343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3755" w:rsidRPr="006229FE" w:rsidRDefault="00B3375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Pr="006229FE" w:rsidRDefault="00B33755" w:rsidP="002F2A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5B0995">
        <w:rPr>
          <w:rFonts w:ascii="Arial" w:hAnsi="Arial" w:cs="Arial"/>
          <w:sz w:val="24"/>
          <w:szCs w:val="24"/>
        </w:rPr>
        <w:t xml:space="preserve"> </w:t>
      </w:r>
      <w:r w:rsidRPr="00C760FF">
        <w:rPr>
          <w:rFonts w:ascii="Arial" w:hAnsi="Arial" w:cs="Arial"/>
          <w:sz w:val="24"/>
          <w:szCs w:val="24"/>
        </w:rPr>
        <w:t xml:space="preserve">dr. </w:t>
      </w:r>
      <w:smartTag w:uri="urn:schemas-microsoft-com:office:smarttags" w:element="PersonName">
        <w:smartTagPr>
          <w:attr w:name="ProductID" w:val="T￼ske R￳bert"/>
        </w:smartTagPr>
        <w:r w:rsidRPr="00C760FF">
          <w:rPr>
            <w:rFonts w:ascii="Arial" w:hAnsi="Arial" w:cs="Arial"/>
            <w:sz w:val="24"/>
            <w:szCs w:val="24"/>
          </w:rPr>
          <w:t>Tüske Róbert</w:t>
        </w:r>
      </w:smartTag>
      <w:r w:rsidRPr="00C760FF">
        <w:rPr>
          <w:rFonts w:ascii="Arial" w:hAnsi="Arial" w:cs="Arial"/>
          <w:sz w:val="24"/>
          <w:szCs w:val="24"/>
        </w:rPr>
        <w:t xml:space="preserve"> jegyző</w:t>
      </w:r>
    </w:p>
    <w:p w:rsidR="00B33755" w:rsidRDefault="00B3375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Pr="002D4BC8" w:rsidRDefault="00B33755" w:rsidP="00A101F2">
      <w:pPr>
        <w:spacing w:after="0"/>
        <w:rPr>
          <w:rFonts w:ascii="Arial" w:hAnsi="Arial" w:cs="Arial"/>
          <w:sz w:val="24"/>
          <w:szCs w:val="24"/>
        </w:rPr>
      </w:pPr>
    </w:p>
    <w:p w:rsidR="00B33755" w:rsidRPr="002D4BC8" w:rsidRDefault="00B33755" w:rsidP="00A101F2">
      <w:pPr>
        <w:spacing w:after="0"/>
        <w:rPr>
          <w:rFonts w:ascii="Arial" w:hAnsi="Arial" w:cs="Arial"/>
          <w:sz w:val="24"/>
          <w:szCs w:val="24"/>
        </w:rPr>
      </w:pPr>
    </w:p>
    <w:p w:rsidR="00B33755" w:rsidRPr="002D4BC8" w:rsidRDefault="00B33755" w:rsidP="00A101F2">
      <w:pPr>
        <w:spacing w:after="0"/>
        <w:rPr>
          <w:rFonts w:ascii="Arial" w:hAnsi="Arial" w:cs="Arial"/>
          <w:sz w:val="24"/>
          <w:szCs w:val="24"/>
        </w:rPr>
      </w:pPr>
    </w:p>
    <w:p w:rsidR="00B33755" w:rsidRPr="002D4BC8" w:rsidRDefault="00B33755" w:rsidP="00A101F2">
      <w:pPr>
        <w:spacing w:after="0"/>
        <w:rPr>
          <w:rFonts w:ascii="Arial" w:hAnsi="Arial" w:cs="Arial"/>
          <w:sz w:val="24"/>
          <w:szCs w:val="24"/>
        </w:rPr>
      </w:pPr>
    </w:p>
    <w:p w:rsidR="00B33755" w:rsidRPr="002D4BC8" w:rsidRDefault="00B33755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B33755" w:rsidRPr="002D4BC8" w:rsidRDefault="00B33755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  <w:sectPr w:rsidR="00B33755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Default="00B3375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3755" w:rsidRPr="006D5902" w:rsidRDefault="00B33755" w:rsidP="00A101F2">
      <w:pPr>
        <w:spacing w:after="0" w:line="240" w:lineRule="auto"/>
        <w:rPr>
          <w:rFonts w:ascii="Arial" w:hAnsi="Arial" w:cs="Arial"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Default="00B33755" w:rsidP="002F2A1A">
      <w:pPr>
        <w:ind w:left="3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B0995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  <w:r w:rsidRPr="000233F7">
        <w:rPr>
          <w:rFonts w:cs="Arial"/>
          <w:sz w:val="24"/>
          <w:szCs w:val="24"/>
        </w:rPr>
        <w:t xml:space="preserve">Hévíz Város Önkormányzat Képviselő-testülete </w:t>
      </w:r>
      <w:r>
        <w:rPr>
          <w:rFonts w:cs="Arial"/>
          <w:sz w:val="24"/>
          <w:szCs w:val="24"/>
        </w:rPr>
        <w:t xml:space="preserve">a 2013. évi átmeneti gazdálkodásról szóló 55/2012. (XII.28.) Ör-ben a Hévízi Sportkör támogatására addig az időszakig, amíg nem került elfogadásra a 2013. évre vonatkozó támogatás átmenetileg 7.500 e Ft támogatást hagyott jóvá a költségvetési rendeletben. </w:t>
      </w: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Az államháztartási törvény, illetve az annak végrehajtására kiadott kormányrendelet nem teszi lehetővé támogatás folyósítását, amíg a korábbi támogatásról az elszámolás nem történt meg. A 2012. évi támogatás elszámolásáról a Képviselő-testület 2013. március 14-i ülésén döntött.  Ezt követően került megkötésre a Hévízi Sportkörrel az átmeneti költségvetésben jóváhagyott 7.500 e Ft-os támogatási megállapodás. Az összeg utalására 2013. március 21-én került sor, majd a Hévíz Város Önkormányzat 2013. évi költségvetéséről szóló 3/2013 (III.14.) Ör-et az átmeneti költségvetésben jóváhagyott összeget is figyelembe véve a Sportkör 2013. évi támogatást 89.199.189,- Ft összegben állapította meg. </w:t>
      </w: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Sportkör a támogatási megállapodásnak megfelelően a 2013. III. negyedévben teljesített kiadások számlamásolatinak hitelesített példányaival számolt el az negyedévi felhasználásról. A benyújtott számlák felülvizsgálata és megállapításra került, hogy a  Sportkör korrekt elszámolást nyújtott be. A melléklet tételesen tartalmazza, hogy az egyes szakosztályok milyen összeget használtak fel. </w:t>
      </w: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p w:rsidR="00B33755" w:rsidRDefault="00B3375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tbl>
      <w:tblPr>
        <w:tblW w:w="10129" w:type="dxa"/>
        <w:tblInd w:w="-112" w:type="dxa"/>
        <w:tblLook w:val="01E0"/>
      </w:tblPr>
      <w:tblGrid>
        <w:gridCol w:w="4252"/>
        <w:gridCol w:w="1738"/>
        <w:gridCol w:w="1930"/>
        <w:gridCol w:w="2209"/>
      </w:tblGrid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Támogatás összege</w:t>
            </w:r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Utalás időpontja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Elszámolt összeg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I. negyedév alaptámogatás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7.500.000,- Ft</w:t>
            </w:r>
          </w:p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12.992.297,- Ft</w:t>
            </w:r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2013.03.21.</w:t>
            </w:r>
          </w:p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2013.04.03. 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9.122.194,- Ft 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I. negyedév Műfüves pályafenntartás 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8.000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708.000 Ft</w:t>
              </w:r>
            </w:smartTag>
            <w:r w:rsidRPr="00587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2013.04.03.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II. negyedév alaptámogatás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.492.297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20.492.297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2013.05.08.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18.967.996,- Ft 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II. negyedév Nyírő József Veterán Európa Bajnokság 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0.000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150.000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2013.05.08.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148.540,- Ft 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II. negyedév Műfüves pályafenntartás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124.000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2.124.000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2013.05.08.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2.789.019,- Ft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 xml:space="preserve">III. negyedév alaptámogatás 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.492.297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20.492.297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2013.08.21.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18.739.568,- Ft 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III. negyedév Műfüves pályafenntartás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124.000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2.124.000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2013.08.21.</w:t>
            </w: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2.124.000,- Ft </w:t>
            </w: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IV. negyedév alaptámogatás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.492.298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20.492.298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82C">
              <w:rPr>
                <w:rFonts w:ascii="Times New Roman" w:hAnsi="Times New Roman"/>
                <w:sz w:val="24"/>
                <w:szCs w:val="24"/>
              </w:rPr>
              <w:t>IV. negyedév Műfüves pályafenntartás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124.000 Ft"/>
              </w:smartTagPr>
              <w:r w:rsidRPr="0058782C">
                <w:rPr>
                  <w:rFonts w:ascii="Times New Roman" w:hAnsi="Times New Roman"/>
                  <w:sz w:val="24"/>
                  <w:szCs w:val="24"/>
                </w:rPr>
                <w:t>2.124.000 Ft</w:t>
              </w:r>
            </w:smartTag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755" w:rsidRPr="005A1943" w:rsidTr="0058782C">
        <w:tc>
          <w:tcPr>
            <w:tcW w:w="4252" w:type="dxa"/>
          </w:tcPr>
          <w:p w:rsidR="00B33755" w:rsidRPr="0058782C" w:rsidRDefault="00B33755" w:rsidP="005878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782C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1738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9.199.189 Ft"/>
              </w:smartTagPr>
              <w:r w:rsidRPr="0058782C">
                <w:rPr>
                  <w:rFonts w:ascii="Times New Roman" w:hAnsi="Times New Roman"/>
                  <w:b/>
                  <w:sz w:val="24"/>
                  <w:szCs w:val="24"/>
                </w:rPr>
                <w:t>89.199.189 Ft</w:t>
              </w:r>
            </w:smartTag>
            <w:r w:rsidRPr="005878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</w:tcPr>
          <w:p w:rsidR="00B33755" w:rsidRPr="0058782C" w:rsidRDefault="00B33755" w:rsidP="0058782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51.891.317</w:t>
            </w:r>
            <w:r w:rsidRPr="0058782C">
              <w:rPr>
                <w:rFonts w:ascii="Times New Roman" w:hAnsi="Times New Roman"/>
                <w:b/>
                <w:sz w:val="24"/>
                <w:szCs w:val="24"/>
              </w:rPr>
              <w:t>,- Ft</w:t>
            </w:r>
          </w:p>
        </w:tc>
      </w:tr>
    </w:tbl>
    <w:p w:rsidR="00B33755" w:rsidRPr="000D1C25" w:rsidRDefault="00B33755" w:rsidP="00534324">
      <w:pPr>
        <w:spacing w:after="0" w:line="240" w:lineRule="auto"/>
        <w:rPr>
          <w:sz w:val="24"/>
          <w:szCs w:val="24"/>
          <w:lang w:eastAsia="hu-HU"/>
        </w:rPr>
      </w:pPr>
    </w:p>
    <w:p w:rsidR="00B33755" w:rsidRDefault="00B33755" w:rsidP="00534324">
      <w:pPr>
        <w:spacing w:after="0" w:line="240" w:lineRule="auto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A benyújtott számlamásolatok alapján javasoljuk 20.863.568,- Ft összegben az elszámolás elfogadását.</w:t>
      </w:r>
    </w:p>
    <w:p w:rsidR="00B33755" w:rsidRDefault="00B33755" w:rsidP="00534324">
      <w:pPr>
        <w:spacing w:after="0" w:line="240" w:lineRule="auto"/>
        <w:jc w:val="both"/>
        <w:rPr>
          <w:sz w:val="24"/>
          <w:szCs w:val="24"/>
          <w:lang w:eastAsia="hu-HU"/>
        </w:rPr>
        <w:sectPr w:rsidR="00B33755" w:rsidSect="00C37FA4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B33755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6D5902">
        <w:rPr>
          <w:rFonts w:ascii="Arial" w:hAnsi="Arial" w:cs="Arial"/>
          <w:b/>
        </w:rPr>
        <w:t>.</w:t>
      </w: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2F2A1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Határozati javaslat</w:t>
      </w: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Default="00B33755" w:rsidP="00534324">
      <w:pPr>
        <w:numPr>
          <w:ilvl w:val="0"/>
          <w:numId w:val="5"/>
        </w:numPr>
        <w:tabs>
          <w:tab w:val="clear" w:pos="1240"/>
          <w:tab w:val="num" w:pos="110"/>
        </w:tabs>
        <w:ind w:left="110" w:right="585" w:hanging="220"/>
        <w:jc w:val="both"/>
        <w:rPr>
          <w:sz w:val="24"/>
          <w:szCs w:val="24"/>
        </w:rPr>
      </w:pPr>
      <w:r w:rsidRPr="00840C0E">
        <w:rPr>
          <w:sz w:val="24"/>
          <w:szCs w:val="24"/>
        </w:rPr>
        <w:t>Hévíz Város Önkormányzat Képviselő-testülete a Hévízi Sportkör részére 201</w:t>
      </w:r>
      <w:r>
        <w:rPr>
          <w:sz w:val="24"/>
          <w:szCs w:val="24"/>
        </w:rPr>
        <w:t>3</w:t>
      </w:r>
      <w:r w:rsidRPr="00840C0E">
        <w:rPr>
          <w:sz w:val="24"/>
          <w:szCs w:val="24"/>
        </w:rPr>
        <w:t>. évben biztosított</w:t>
      </w:r>
      <w:r>
        <w:rPr>
          <w:sz w:val="24"/>
          <w:szCs w:val="24"/>
        </w:rPr>
        <w:t xml:space="preserve"> második negyedévi</w:t>
      </w:r>
      <w:r w:rsidRPr="00840C0E">
        <w:rPr>
          <w:sz w:val="24"/>
          <w:szCs w:val="24"/>
        </w:rPr>
        <w:t xml:space="preserve"> támogatás elszámolás</w:t>
      </w:r>
      <w:r>
        <w:rPr>
          <w:sz w:val="24"/>
          <w:szCs w:val="24"/>
        </w:rPr>
        <w:t>á</w:t>
      </w:r>
      <w:r w:rsidRPr="00840C0E">
        <w:rPr>
          <w:sz w:val="24"/>
          <w:szCs w:val="24"/>
        </w:rPr>
        <w:t xml:space="preserve">t </w:t>
      </w:r>
      <w:r>
        <w:rPr>
          <w:sz w:val="24"/>
          <w:szCs w:val="24"/>
        </w:rPr>
        <w:t>20.863.568,-</w:t>
      </w:r>
      <w:r w:rsidRPr="00840C0E">
        <w:rPr>
          <w:sz w:val="24"/>
          <w:szCs w:val="24"/>
        </w:rPr>
        <w:t xml:space="preserve"> Ft összegben elfogadja. </w:t>
      </w:r>
    </w:p>
    <w:p w:rsidR="00B33755" w:rsidRDefault="00B33755" w:rsidP="00534324">
      <w:pPr>
        <w:numPr>
          <w:ilvl w:val="0"/>
          <w:numId w:val="5"/>
        </w:numPr>
        <w:tabs>
          <w:tab w:val="clear" w:pos="1240"/>
          <w:tab w:val="num" w:pos="110"/>
        </w:tabs>
        <w:ind w:left="110" w:right="585" w:hanging="220"/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engedélyezi a Hévízi Sportkörnek a 2013 év negyedik negyedévi támogatás  folyósítását.</w:t>
      </w:r>
    </w:p>
    <w:p w:rsidR="00B33755" w:rsidRPr="00840C0E" w:rsidRDefault="00B33755" w:rsidP="00534324">
      <w:pPr>
        <w:tabs>
          <w:tab w:val="num" w:pos="110"/>
        </w:tabs>
        <w:spacing w:after="0" w:line="240" w:lineRule="auto"/>
        <w:ind w:left="110" w:right="584" w:hanging="220"/>
        <w:jc w:val="both"/>
        <w:rPr>
          <w:sz w:val="24"/>
          <w:szCs w:val="24"/>
        </w:rPr>
      </w:pPr>
      <w:r w:rsidRPr="00840C0E">
        <w:rPr>
          <w:sz w:val="24"/>
          <w:szCs w:val="24"/>
        </w:rPr>
        <w:t xml:space="preserve">Felelős: </w:t>
      </w:r>
      <w:smartTag w:uri="urn:schemas-microsoft-com:office:smarttags" w:element="PersonName">
        <w:r w:rsidRPr="00840C0E">
          <w:rPr>
            <w:sz w:val="24"/>
            <w:szCs w:val="24"/>
          </w:rPr>
          <w:t>Papp Gábor</w:t>
        </w:r>
      </w:smartTag>
      <w:r w:rsidRPr="00840C0E">
        <w:rPr>
          <w:sz w:val="24"/>
          <w:szCs w:val="24"/>
        </w:rPr>
        <w:t xml:space="preserve"> polgármester </w:t>
      </w:r>
    </w:p>
    <w:p w:rsidR="00B33755" w:rsidRDefault="00B33755" w:rsidP="00534324">
      <w:pPr>
        <w:tabs>
          <w:tab w:val="num" w:pos="110"/>
        </w:tabs>
        <w:spacing w:after="0" w:line="240" w:lineRule="auto"/>
        <w:ind w:left="110" w:right="584" w:hanging="220"/>
        <w:jc w:val="both"/>
        <w:rPr>
          <w:sz w:val="24"/>
          <w:szCs w:val="24"/>
        </w:rPr>
      </w:pPr>
      <w:r>
        <w:rPr>
          <w:sz w:val="24"/>
          <w:szCs w:val="24"/>
        </w:rPr>
        <w:t>Határidő: 2013</w:t>
      </w:r>
      <w:r w:rsidRPr="00840C0E">
        <w:rPr>
          <w:sz w:val="24"/>
          <w:szCs w:val="24"/>
        </w:rPr>
        <w:t xml:space="preserve">. </w:t>
      </w:r>
      <w:r>
        <w:rPr>
          <w:sz w:val="24"/>
          <w:szCs w:val="24"/>
        </w:rPr>
        <w:t>november 10.</w:t>
      </w:r>
    </w:p>
    <w:p w:rsidR="00B33755" w:rsidRPr="006D5902" w:rsidRDefault="00B33755" w:rsidP="006D5902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  <w:sectPr w:rsidR="00B33755" w:rsidRPr="006D5902" w:rsidSect="00F94939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tbl>
      <w:tblPr>
        <w:tblW w:w="139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621"/>
        <w:gridCol w:w="1253"/>
        <w:gridCol w:w="4071"/>
        <w:gridCol w:w="2088"/>
        <w:gridCol w:w="1744"/>
        <w:gridCol w:w="1650"/>
        <w:gridCol w:w="1282"/>
        <w:gridCol w:w="1231"/>
      </w:tblGrid>
      <w:tr w:rsidR="00B33755" w:rsidRPr="00253352" w:rsidTr="00A95112">
        <w:trPr>
          <w:trHeight w:val="540"/>
        </w:trPr>
        <w:tc>
          <w:tcPr>
            <w:tcW w:w="13940" w:type="dxa"/>
            <w:gridSpan w:val="8"/>
            <w:noWrap/>
            <w:vAlign w:val="bottom"/>
          </w:tcPr>
          <w:p w:rsidR="00B337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4. </w:t>
            </w:r>
          </w:p>
        </w:tc>
      </w:tr>
      <w:tr w:rsidR="00B33755" w:rsidRPr="00253352" w:rsidTr="00A95112">
        <w:trPr>
          <w:trHeight w:val="540"/>
        </w:trPr>
        <w:tc>
          <w:tcPr>
            <w:tcW w:w="13940" w:type="dxa"/>
            <w:gridSpan w:val="8"/>
            <w:noWrap/>
            <w:vAlign w:val="bottom"/>
          </w:tcPr>
          <w:p w:rsidR="00B33755" w:rsidRDefault="00B33755" w:rsidP="002F2A1A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1. sz. melléklet </w:t>
            </w:r>
          </w:p>
        </w:tc>
      </w:tr>
      <w:tr w:rsidR="00B33755" w:rsidRPr="00253352" w:rsidTr="00A95112">
        <w:trPr>
          <w:trHeight w:val="540"/>
        </w:trPr>
        <w:tc>
          <w:tcPr>
            <w:tcW w:w="13940" w:type="dxa"/>
            <w:gridSpan w:val="8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Hévízi Sport támogatás elszámolása 2013. január 1-től 2013. szeptember 30-ig. </w:t>
            </w:r>
          </w:p>
        </w:tc>
      </w:tr>
      <w:tr w:rsidR="00B33755" w:rsidRPr="00253352" w:rsidTr="00703F2D">
        <w:trPr>
          <w:trHeight w:val="645"/>
        </w:trPr>
        <w:tc>
          <w:tcPr>
            <w:tcW w:w="621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53" w:type="dxa"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Támogatási megállapodás</w:t>
            </w:r>
          </w:p>
        </w:tc>
        <w:tc>
          <w:tcPr>
            <w:tcW w:w="2088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Összeg</w:t>
            </w:r>
          </w:p>
        </w:tc>
        <w:tc>
          <w:tcPr>
            <w:tcW w:w="1744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50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1" w:type="dxa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B33755" w:rsidRPr="00030A55" w:rsidTr="00703F2D">
        <w:trPr>
          <w:trHeight w:val="33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Utalt támogatás 2013.09.30-ig </w:t>
            </w:r>
          </w:p>
        </w:tc>
        <w:tc>
          <w:tcPr>
            <w:tcW w:w="2088" w:type="dxa"/>
            <w:noWrap/>
            <w:vAlign w:val="bottom"/>
          </w:tcPr>
          <w:p w:rsidR="00B33755" w:rsidRPr="002F2A1A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hu-HU"/>
              </w:rPr>
            </w:pPr>
            <w:r w:rsidRPr="002F2A1A">
              <w:rPr>
                <w:rFonts w:ascii="Times New Roman" w:hAnsi="Times New Roman"/>
                <w:b/>
                <w:sz w:val="28"/>
                <w:szCs w:val="28"/>
              </w:rPr>
              <w:t>66.582.891,- Ft</w:t>
            </w:r>
          </w:p>
        </w:tc>
        <w:tc>
          <w:tcPr>
            <w:tcW w:w="1744" w:type="dxa"/>
            <w:noWrap/>
            <w:vAlign w:val="bottom"/>
          </w:tcPr>
          <w:p w:rsidR="00B33755" w:rsidRPr="007C4C2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50" w:type="dxa"/>
            <w:noWrap/>
            <w:vAlign w:val="bottom"/>
          </w:tcPr>
          <w:p w:rsidR="00B33755" w:rsidRPr="007C4C2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33755" w:rsidRPr="00030A55" w:rsidTr="00703F2D">
        <w:trPr>
          <w:trHeight w:val="33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8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B33755" w:rsidRPr="007C4C2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50" w:type="dxa"/>
            <w:noWrap/>
            <w:vAlign w:val="bottom"/>
          </w:tcPr>
          <w:p w:rsidR="00B33755" w:rsidRPr="007C4C2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33755" w:rsidRPr="00253352" w:rsidTr="00703F2D">
        <w:trPr>
          <w:trHeight w:val="33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8" w:type="dxa"/>
            <w:noWrap/>
            <w:vAlign w:val="bottom"/>
          </w:tcPr>
          <w:p w:rsidR="00B33755" w:rsidRPr="0098304C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98304C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I. negyedév</w:t>
            </w:r>
          </w:p>
        </w:tc>
        <w:tc>
          <w:tcPr>
            <w:tcW w:w="1744" w:type="dxa"/>
            <w:noWrap/>
            <w:vAlign w:val="bottom"/>
          </w:tcPr>
          <w:p w:rsidR="00B33755" w:rsidRPr="0098304C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98304C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II. negyedév</w:t>
            </w:r>
          </w:p>
        </w:tc>
        <w:tc>
          <w:tcPr>
            <w:tcW w:w="1650" w:type="dxa"/>
            <w:noWrap/>
            <w:vAlign w:val="bottom"/>
          </w:tcPr>
          <w:p w:rsidR="00B33755" w:rsidRPr="0098304C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98304C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III. negyedév</w:t>
            </w:r>
          </w:p>
        </w:tc>
        <w:tc>
          <w:tcPr>
            <w:tcW w:w="1282" w:type="dxa"/>
            <w:noWrap/>
          </w:tcPr>
          <w:p w:rsidR="00B337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</w:p>
          <w:p w:rsidR="00B33755" w:rsidRPr="00253352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IV. negyedév</w:t>
            </w:r>
          </w:p>
        </w:tc>
        <w:tc>
          <w:tcPr>
            <w:tcW w:w="1231" w:type="dxa"/>
          </w:tcPr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</w:p>
          <w:p w:rsidR="00B33755" w:rsidRPr="00253352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Ö</w:t>
            </w:r>
            <w:r w:rsidRPr="00253352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sszesen</w:t>
            </w:r>
          </w:p>
        </w:tc>
      </w:tr>
      <w:tr w:rsidR="00B33755" w:rsidRPr="00253352" w:rsidTr="00703F2D">
        <w:trPr>
          <w:trHeight w:val="8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Asztalitenisz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820.766</w:t>
            </w:r>
          </w:p>
        </w:tc>
        <w:tc>
          <w:tcPr>
            <w:tcW w:w="1744" w:type="dxa"/>
            <w:noWrap/>
            <w:vAlign w:val="bottom"/>
          </w:tcPr>
          <w:p w:rsidR="00B33755" w:rsidRPr="00F94939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F94939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1.520.465</w:t>
            </w:r>
          </w:p>
        </w:tc>
        <w:tc>
          <w:tcPr>
            <w:tcW w:w="1650" w:type="dxa"/>
            <w:noWrap/>
            <w:vAlign w:val="bottom"/>
          </w:tcPr>
          <w:p w:rsidR="00B33755" w:rsidRPr="00F94939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981.174</w:t>
            </w:r>
          </w:p>
        </w:tc>
        <w:tc>
          <w:tcPr>
            <w:tcW w:w="1282" w:type="dxa"/>
            <w:noWrap/>
          </w:tcPr>
          <w:p w:rsidR="00B33755" w:rsidRPr="00253352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3.322.405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Nyírő József asztalitenisz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148.540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148.540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Íjászat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259.482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503.219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339.240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1.101.941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Kézilabda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538.012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2.467.138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1.803.769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4.808.919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Közös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3.711.318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6.444.906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7.642.256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17.798.480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Labdarúgás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3.266.118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7.080.579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5.524.986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15.871.683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Labdarúgás TAO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91.349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1.179.750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1.271.099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Lovas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168.000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227.800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130.000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525.800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Ökölvívás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48.792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419.559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206.997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675.348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Rock and Roll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150.625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96.485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247.110</w:t>
            </w:r>
          </w:p>
        </w:tc>
      </w:tr>
      <w:tr w:rsidR="00B33755" w:rsidRPr="00253352" w:rsidTr="00703F2D">
        <w:trPr>
          <w:trHeight w:val="31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Sakk</w:t>
            </w:r>
          </w:p>
        </w:tc>
        <w:tc>
          <w:tcPr>
            <w:tcW w:w="2088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100.013</w:t>
            </w:r>
          </w:p>
        </w:tc>
        <w:tc>
          <w:tcPr>
            <w:tcW w:w="1744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116.496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216.509</w:t>
            </w:r>
          </w:p>
        </w:tc>
      </w:tr>
      <w:tr w:rsidR="00B33755" w:rsidRPr="00253352" w:rsidTr="00703F2D">
        <w:trPr>
          <w:trHeight w:val="33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Létesítmény bér és járulék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B337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2.602.158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2.779.031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5.381.189</w:t>
            </w:r>
          </w:p>
        </w:tc>
      </w:tr>
      <w:tr w:rsidR="00B33755" w:rsidRPr="00253352" w:rsidTr="00703F2D">
        <w:trPr>
          <w:trHeight w:val="33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Létesítmény egyéb </w:t>
            </w:r>
          </w:p>
        </w:tc>
        <w:tc>
          <w:tcPr>
            <w:tcW w:w="2088" w:type="dxa"/>
            <w:noWrap/>
            <w:vAlign w:val="bottom"/>
          </w:tcPr>
          <w:p w:rsidR="00B33755" w:rsidRPr="00A11EC0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A11EC0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59.068</w:t>
            </w:r>
          </w:p>
        </w:tc>
        <w:tc>
          <w:tcPr>
            <w:tcW w:w="1744" w:type="dxa"/>
            <w:noWrap/>
            <w:vAlign w:val="bottom"/>
          </w:tcPr>
          <w:p w:rsidR="00B33755" w:rsidRPr="00A11EC0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A11EC0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186.961</w:t>
            </w:r>
          </w:p>
        </w:tc>
        <w:tc>
          <w:tcPr>
            <w:tcW w:w="1650" w:type="dxa"/>
            <w:noWrap/>
            <w:vAlign w:val="bottom"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276.365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522.294</w:t>
            </w:r>
          </w:p>
        </w:tc>
      </w:tr>
      <w:tr w:rsidR="00B33755" w:rsidRPr="00253352" w:rsidTr="00703F2D">
        <w:trPr>
          <w:trHeight w:val="33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9.122.194</w:t>
            </w:r>
          </w:p>
        </w:tc>
        <w:tc>
          <w:tcPr>
            <w:tcW w:w="1744" w:type="dxa"/>
            <w:noWrap/>
            <w:vAlign w:val="bottom"/>
          </w:tcPr>
          <w:p w:rsidR="00B33755" w:rsidRPr="00F94939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F9493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21.905.555</w:t>
            </w:r>
          </w:p>
        </w:tc>
        <w:tc>
          <w:tcPr>
            <w:tcW w:w="1650" w:type="dxa"/>
            <w:noWrap/>
            <w:vAlign w:val="bottom"/>
          </w:tcPr>
          <w:p w:rsidR="00B33755" w:rsidRPr="00F94939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20.863.568</w:t>
            </w:r>
          </w:p>
        </w:tc>
        <w:tc>
          <w:tcPr>
            <w:tcW w:w="1282" w:type="dxa"/>
            <w:noWrap/>
          </w:tcPr>
          <w:p w:rsidR="00B33755" w:rsidRPr="00524286" w:rsidRDefault="00B33755" w:rsidP="00703F2D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51.891.317</w:t>
            </w:r>
          </w:p>
        </w:tc>
      </w:tr>
      <w:tr w:rsidR="00B33755" w:rsidRPr="00253352" w:rsidTr="00703F2D">
        <w:trPr>
          <w:trHeight w:val="162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B33755" w:rsidRPr="00253352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B33755" w:rsidRPr="00253352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B33755" w:rsidRPr="00030A55" w:rsidTr="00703F2D">
        <w:trPr>
          <w:trHeight w:val="30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  <w:t>Nyitó egyenleg 2013.01.01</w:t>
            </w:r>
            <w:r w:rsidRPr="00030A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  <w:t>.</w:t>
            </w:r>
          </w:p>
        </w:tc>
        <w:tc>
          <w:tcPr>
            <w:tcW w:w="1744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Záró egyenleg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2013.06.30</w:t>
            </w:r>
          </w:p>
        </w:tc>
        <w:tc>
          <w:tcPr>
            <w:tcW w:w="1650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Záró egyenleg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2013.09.30</w:t>
            </w: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</w:tr>
      <w:tr w:rsidR="00B33755" w:rsidRPr="00030A55" w:rsidTr="00703F2D">
        <w:trPr>
          <w:trHeight w:val="285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Bankszámla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10.015.458</w:t>
            </w:r>
          </w:p>
        </w:tc>
        <w:tc>
          <w:tcPr>
            <w:tcW w:w="1744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3.614.710</w:t>
            </w:r>
          </w:p>
        </w:tc>
        <w:tc>
          <w:tcPr>
            <w:tcW w:w="1650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7.717.392</w:t>
            </w: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B33755" w:rsidRPr="00030A55" w:rsidTr="00703F2D">
        <w:trPr>
          <w:trHeight w:val="30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Pénztár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32.560</w:t>
            </w:r>
          </w:p>
        </w:tc>
        <w:tc>
          <w:tcPr>
            <w:tcW w:w="1744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78.885</w:t>
            </w:r>
          </w:p>
        </w:tc>
        <w:tc>
          <w:tcPr>
            <w:tcW w:w="1650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298.600</w:t>
            </w: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B33755" w:rsidRPr="00030A55" w:rsidTr="00703F2D">
        <w:trPr>
          <w:trHeight w:val="30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Lekötött pénzösszeg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9.245.250</w:t>
            </w:r>
          </w:p>
        </w:tc>
        <w:tc>
          <w:tcPr>
            <w:tcW w:w="1650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B33755" w:rsidRPr="00030A55" w:rsidTr="00703F2D">
        <w:trPr>
          <w:trHeight w:val="300"/>
        </w:trPr>
        <w:tc>
          <w:tcPr>
            <w:tcW w:w="62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2088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10.048.018</w:t>
            </w:r>
          </w:p>
        </w:tc>
        <w:tc>
          <w:tcPr>
            <w:tcW w:w="1744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12.938.845</w:t>
            </w:r>
          </w:p>
        </w:tc>
        <w:tc>
          <w:tcPr>
            <w:tcW w:w="1650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8.015.992</w:t>
            </w:r>
          </w:p>
        </w:tc>
        <w:tc>
          <w:tcPr>
            <w:tcW w:w="1282" w:type="dxa"/>
            <w:noWrap/>
            <w:vAlign w:val="bottom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B33755" w:rsidRPr="00030A55" w:rsidRDefault="00B33755" w:rsidP="00703F2D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</w:tbl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  <w:sectPr w:rsidR="00B33755" w:rsidSect="00A95112">
          <w:pgSz w:w="16838" w:h="11906" w:orient="landscape" w:code="9"/>
          <w:pgMar w:top="454" w:right="567" w:bottom="567" w:left="567" w:header="567" w:footer="567" w:gutter="0"/>
          <w:cols w:space="708"/>
          <w:titlePg/>
          <w:docGrid w:linePitch="360"/>
        </w:sect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:rsidR="00B33755" w:rsidRDefault="00B33755" w:rsidP="00EC17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Bizottsági állásfoglalás</w:t>
      </w: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B33755" w:rsidRPr="006A1F84" w:rsidTr="002D5D18">
        <w:trPr>
          <w:trHeight w:val="836"/>
        </w:trPr>
        <w:tc>
          <w:tcPr>
            <w:tcW w:w="9669" w:type="dxa"/>
            <w:gridSpan w:val="6"/>
          </w:tcPr>
          <w:p w:rsidR="00B33755" w:rsidRPr="006A1F84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B33755" w:rsidRDefault="00B33755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33755" w:rsidRPr="003E5026" w:rsidRDefault="00B33755" w:rsidP="002D5D1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DF4EF0">
              <w:rPr>
                <w:rFonts w:ascii="Arial" w:hAnsi="Arial" w:cs="Arial"/>
                <w:sz w:val="20"/>
                <w:szCs w:val="20"/>
                <w:lang w:eastAsia="hu-HU"/>
              </w:rPr>
              <w:t>Hévízi Sportkör 2013 harmadik negyedévi elszámolása önkormányzati támogatásról</w:t>
            </w:r>
          </w:p>
        </w:tc>
      </w:tr>
      <w:tr w:rsidR="00B33755" w:rsidRPr="006A1F84" w:rsidTr="002D5D18">
        <w:trPr>
          <w:trHeight w:val="390"/>
        </w:trPr>
        <w:tc>
          <w:tcPr>
            <w:tcW w:w="2626" w:type="dxa"/>
          </w:tcPr>
          <w:p w:rsidR="00B33755" w:rsidRPr="006A1F84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B33755" w:rsidRPr="006A1F84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B33755" w:rsidRPr="00627E06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B33755" w:rsidRPr="006A1F84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B33755" w:rsidRPr="006A1F84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B33755" w:rsidRPr="006A1F84" w:rsidTr="002D5D18">
        <w:trPr>
          <w:trHeight w:val="1697"/>
        </w:trPr>
        <w:tc>
          <w:tcPr>
            <w:tcW w:w="2626" w:type="dxa"/>
            <w:vAlign w:val="center"/>
          </w:tcPr>
          <w:p w:rsidR="00B33755" w:rsidRPr="006A1F84" w:rsidRDefault="00B33755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B33755" w:rsidRPr="00C0215C" w:rsidRDefault="00B33755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október 24.</w:t>
            </w:r>
          </w:p>
        </w:tc>
        <w:tc>
          <w:tcPr>
            <w:tcW w:w="1441" w:type="dxa"/>
            <w:gridSpan w:val="2"/>
            <w:vAlign w:val="center"/>
          </w:tcPr>
          <w:p w:rsidR="00B33755" w:rsidRPr="00193FE7" w:rsidRDefault="00B33755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229/2013. (X.24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B33755" w:rsidRPr="002C1D85" w:rsidRDefault="00B33755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85"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B33755" w:rsidRPr="002C1D85" w:rsidRDefault="00B33755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85">
              <w:rPr>
                <w:rFonts w:ascii="Arial" w:hAnsi="Arial" w:cs="Arial"/>
                <w:sz w:val="20"/>
                <w:szCs w:val="20"/>
              </w:rPr>
              <w:t>A bizottság egyhangúan támogatta a határozati javaslatot.</w:t>
            </w:r>
          </w:p>
        </w:tc>
      </w:tr>
    </w:tbl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</w:pPr>
    </w:p>
    <w:p w:rsidR="00B33755" w:rsidRDefault="00B33755" w:rsidP="00EC17CA">
      <w:pPr>
        <w:jc w:val="center"/>
        <w:rPr>
          <w:rFonts w:ascii="Arial" w:hAnsi="Arial" w:cs="Arial"/>
          <w:b/>
        </w:rPr>
        <w:sectPr w:rsidR="00B33755" w:rsidSect="00685533">
          <w:pgSz w:w="11906" w:h="16838" w:code="9"/>
          <w:pgMar w:top="567" w:right="454" w:bottom="567" w:left="567" w:header="567" w:footer="567" w:gutter="0"/>
          <w:cols w:space="708"/>
          <w:titlePg/>
          <w:docGrid w:linePitch="360"/>
        </w:sectPr>
      </w:pPr>
    </w:p>
    <w:p w:rsidR="00B33755" w:rsidRPr="006D5902" w:rsidRDefault="00B33755" w:rsidP="00EC17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6D5902">
        <w:rPr>
          <w:rFonts w:ascii="Arial" w:hAnsi="Arial" w:cs="Arial"/>
          <w:b/>
        </w:rPr>
        <w:t>.</w:t>
      </w:r>
    </w:p>
    <w:p w:rsidR="00B33755" w:rsidRPr="006D5902" w:rsidRDefault="00B33755" w:rsidP="00EC17CA">
      <w:pPr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Felülvizsgálatok- egyeztetések</w:t>
      </w:r>
    </w:p>
    <w:p w:rsidR="00B33755" w:rsidRPr="006D5902" w:rsidRDefault="00B33755" w:rsidP="00EC17CA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B33755" w:rsidRPr="006D5902" w:rsidTr="00627947">
        <w:tc>
          <w:tcPr>
            <w:tcW w:w="9959" w:type="dxa"/>
            <w:gridSpan w:val="4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33755" w:rsidRPr="006D5902" w:rsidTr="00627947">
        <w:trPr>
          <w:trHeight w:val="422"/>
        </w:trPr>
        <w:tc>
          <w:tcPr>
            <w:tcW w:w="230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33755" w:rsidRPr="006D5902" w:rsidTr="00627947">
        <w:trPr>
          <w:trHeight w:val="697"/>
        </w:trPr>
        <w:tc>
          <w:tcPr>
            <w:tcW w:w="2303" w:type="dxa"/>
          </w:tcPr>
          <w:p w:rsidR="00B33755" w:rsidRPr="006D5902" w:rsidRDefault="00B3375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B33755" w:rsidRPr="00A11EC0" w:rsidRDefault="00B33755" w:rsidP="0062794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33755" w:rsidRPr="006D5902" w:rsidTr="00627947">
        <w:trPr>
          <w:trHeight w:val="551"/>
        </w:trPr>
        <w:tc>
          <w:tcPr>
            <w:tcW w:w="2303" w:type="dxa"/>
          </w:tcPr>
          <w:p w:rsidR="00B33755" w:rsidRPr="006D5902" w:rsidRDefault="00B3375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r w:rsidRPr="006D5902">
                <w:rPr>
                  <w:rFonts w:ascii="Arial" w:hAnsi="Arial" w:cs="Arial"/>
                  <w:b/>
                </w:rPr>
                <w:t>Dr. Márkus Mirtill</w:t>
              </w:r>
            </w:smartTag>
          </w:p>
        </w:tc>
        <w:tc>
          <w:tcPr>
            <w:tcW w:w="2483" w:type="dxa"/>
            <w:vAlign w:val="center"/>
          </w:tcPr>
          <w:p w:rsidR="00B33755" w:rsidRPr="00A11EC0" w:rsidRDefault="00B3375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33755" w:rsidRPr="006D5902" w:rsidTr="00627947">
        <w:trPr>
          <w:trHeight w:val="573"/>
        </w:trPr>
        <w:tc>
          <w:tcPr>
            <w:tcW w:w="2303" w:type="dxa"/>
          </w:tcPr>
          <w:p w:rsidR="00B33755" w:rsidRPr="006D5902" w:rsidRDefault="00B3375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B33755" w:rsidRPr="00A11EC0" w:rsidRDefault="00B3375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33755" w:rsidRPr="006D5902" w:rsidTr="00627947">
        <w:trPr>
          <w:trHeight w:val="826"/>
        </w:trPr>
        <w:tc>
          <w:tcPr>
            <w:tcW w:w="230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B33755" w:rsidRPr="00A11EC0" w:rsidRDefault="00B3375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>egyeztetési kötelezettség</w:t>
            </w:r>
          </w:p>
          <w:p w:rsidR="00B33755" w:rsidRPr="00A11EC0" w:rsidRDefault="00B33755" w:rsidP="006279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33755" w:rsidRPr="006D5902" w:rsidTr="00627947">
        <w:tc>
          <w:tcPr>
            <w:tcW w:w="2303" w:type="dxa"/>
          </w:tcPr>
          <w:p w:rsidR="00B33755" w:rsidRPr="006D5902" w:rsidRDefault="00B3375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B33755" w:rsidRPr="00A11EC0" w:rsidRDefault="00B3375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 xml:space="preserve">törvényességi felülvizsgálat </w:t>
            </w:r>
          </w:p>
          <w:p w:rsidR="00B33755" w:rsidRPr="006D5902" w:rsidRDefault="00B3375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33755" w:rsidRPr="006D5902" w:rsidRDefault="00B33755" w:rsidP="00EC17CA">
      <w:pPr>
        <w:jc w:val="center"/>
        <w:rPr>
          <w:rFonts w:ascii="Arial" w:hAnsi="Arial" w:cs="Arial"/>
          <w:b/>
        </w:rPr>
      </w:pPr>
    </w:p>
    <w:p w:rsidR="00B33755" w:rsidRPr="006D5902" w:rsidRDefault="00B33755" w:rsidP="00EC17CA">
      <w:pPr>
        <w:jc w:val="center"/>
        <w:rPr>
          <w:rFonts w:ascii="Arial" w:hAnsi="Arial" w:cs="Arial"/>
          <w:b/>
        </w:rPr>
      </w:pPr>
    </w:p>
    <w:p w:rsidR="00B33755" w:rsidRPr="006D5902" w:rsidRDefault="00B33755" w:rsidP="00EC17CA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B33755" w:rsidRPr="006D5902" w:rsidTr="00627947">
        <w:trPr>
          <w:trHeight w:val="277"/>
        </w:trPr>
        <w:tc>
          <w:tcPr>
            <w:tcW w:w="9933" w:type="dxa"/>
            <w:gridSpan w:val="4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33755" w:rsidRPr="006D5902" w:rsidTr="00627947">
        <w:trPr>
          <w:trHeight w:val="277"/>
        </w:trPr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33755" w:rsidRPr="006D5902" w:rsidTr="00627947">
        <w:trPr>
          <w:trHeight w:val="707"/>
        </w:trPr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Bencsik Péter </w:t>
            </w:r>
          </w:p>
        </w:tc>
        <w:tc>
          <w:tcPr>
            <w:tcW w:w="2483" w:type="dxa"/>
          </w:tcPr>
          <w:p w:rsidR="00B33755" w:rsidRPr="00A11EC0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 xml:space="preserve">Hévízi Sportkör elnöke </w:t>
            </w:r>
          </w:p>
        </w:tc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33755" w:rsidRPr="006D5902" w:rsidTr="00627947">
        <w:trPr>
          <w:trHeight w:val="829"/>
        </w:trPr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33755" w:rsidRPr="006D5902" w:rsidRDefault="00B3375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33755" w:rsidRPr="006D5902" w:rsidRDefault="00B33755" w:rsidP="00EC17CA">
      <w:pPr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B33755" w:rsidRPr="006D5902" w:rsidRDefault="00B3375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B33755" w:rsidRPr="006D5902" w:rsidSect="00685533">
      <w:pgSz w:w="11906" w:h="16838" w:code="9"/>
      <w:pgMar w:top="567" w:right="454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755" w:rsidRDefault="00B33755" w:rsidP="00980239">
      <w:pPr>
        <w:spacing w:after="0" w:line="240" w:lineRule="auto"/>
      </w:pPr>
      <w:r>
        <w:separator/>
      </w:r>
    </w:p>
  </w:endnote>
  <w:endnote w:type="continuationSeparator" w:id="1">
    <w:p w:rsidR="00B33755" w:rsidRDefault="00B3375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755" w:rsidRDefault="00B33755" w:rsidP="00980239">
      <w:pPr>
        <w:spacing w:after="0" w:line="240" w:lineRule="auto"/>
      </w:pPr>
      <w:r>
        <w:separator/>
      </w:r>
    </w:p>
  </w:footnote>
  <w:footnote w:type="continuationSeparator" w:id="1">
    <w:p w:rsidR="00B33755" w:rsidRDefault="00B3375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55" w:rsidRDefault="00B33755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B33755" w:rsidRDefault="00B33755" w:rsidP="00763423">
    <w:pPr>
      <w:pStyle w:val="Header"/>
      <w:tabs>
        <w:tab w:val="clear" w:pos="4536"/>
        <w:tab w:val="clear" w:pos="9072"/>
      </w:tabs>
    </w:pPr>
  </w:p>
  <w:p w:rsidR="00B33755" w:rsidRDefault="00B33755" w:rsidP="00763423">
    <w:pPr>
      <w:pStyle w:val="Header"/>
      <w:tabs>
        <w:tab w:val="clear" w:pos="4536"/>
        <w:tab w:val="clear" w:pos="9072"/>
      </w:tabs>
    </w:pPr>
  </w:p>
  <w:p w:rsidR="00B33755" w:rsidRDefault="00B33755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B33755" w:rsidRPr="00F95CCD" w:rsidRDefault="00B33755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  <w:t>HÉVÍZ VÁROS POLGÁRMESTERE</w:t>
                </w:r>
              </w:p>
              <w:p w:rsidR="00B33755" w:rsidRPr="00F95CCD" w:rsidRDefault="00B3375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  <w:t>8380 Hévíz, Kossuth Lajos u. 1.</w:t>
                </w:r>
              </w:p>
              <w:p w:rsidR="00B33755" w:rsidRPr="00F95CCD" w:rsidRDefault="00B3375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B33755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B33755" w:rsidRPr="00D15388" w:rsidRDefault="00B33755" w:rsidP="00480386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B33755" w:rsidRPr="00D15388" w:rsidRDefault="00B33755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B33755" w:rsidRPr="00F95CCD" w:rsidRDefault="00B3375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p w:rsidR="00B33755" w:rsidRPr="00F95CCD" w:rsidRDefault="00B3375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B33755" w:rsidRDefault="00B33755" w:rsidP="00763423">
    <w:pPr>
      <w:pStyle w:val="Header"/>
      <w:tabs>
        <w:tab w:val="clear" w:pos="4536"/>
        <w:tab w:val="clear" w:pos="9072"/>
      </w:tabs>
    </w:pPr>
  </w:p>
  <w:p w:rsidR="00B33755" w:rsidRDefault="00B33755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73E"/>
    <w:multiLevelType w:val="hybridMultilevel"/>
    <w:tmpl w:val="70A617A4"/>
    <w:lvl w:ilvl="0" w:tplc="F710C2E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49B9795D"/>
    <w:multiLevelType w:val="hybridMultilevel"/>
    <w:tmpl w:val="35E6198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18347C"/>
    <w:multiLevelType w:val="hybridMultilevel"/>
    <w:tmpl w:val="FAB497DC"/>
    <w:lvl w:ilvl="0" w:tplc="040E000F">
      <w:start w:val="1"/>
      <w:numFmt w:val="decimal"/>
      <w:lvlText w:val="%1."/>
      <w:lvlJc w:val="left"/>
      <w:pPr>
        <w:ind w:left="838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910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982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1054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1126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1198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270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342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4142" w:hanging="180"/>
      </w:pPr>
      <w:rPr>
        <w:rFonts w:cs="Times New Roman"/>
      </w:rPr>
    </w:lvl>
  </w:abstractNum>
  <w:abstractNum w:abstractNumId="3">
    <w:nsid w:val="688C1E0A"/>
    <w:multiLevelType w:val="hybridMultilevel"/>
    <w:tmpl w:val="7AEE8824"/>
    <w:lvl w:ilvl="0" w:tplc="040E000F">
      <w:start w:val="1"/>
      <w:numFmt w:val="decimal"/>
      <w:lvlText w:val="%1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  <w:rPr>
        <w:rFonts w:cs="Times New Roman"/>
      </w:rPr>
    </w:lvl>
  </w:abstractNum>
  <w:abstractNum w:abstractNumId="4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1202"/>
    <w:rsid w:val="00014B01"/>
    <w:rsid w:val="000174EF"/>
    <w:rsid w:val="000233F7"/>
    <w:rsid w:val="000241F8"/>
    <w:rsid w:val="0002562E"/>
    <w:rsid w:val="000267B9"/>
    <w:rsid w:val="00030A55"/>
    <w:rsid w:val="00044576"/>
    <w:rsid w:val="00096CEA"/>
    <w:rsid w:val="000B0F70"/>
    <w:rsid w:val="000C0630"/>
    <w:rsid w:val="000C5592"/>
    <w:rsid w:val="000D1C25"/>
    <w:rsid w:val="000D5866"/>
    <w:rsid w:val="000F5922"/>
    <w:rsid w:val="00100C93"/>
    <w:rsid w:val="00104A07"/>
    <w:rsid w:val="00113CBB"/>
    <w:rsid w:val="00141DAB"/>
    <w:rsid w:val="0014595D"/>
    <w:rsid w:val="00162823"/>
    <w:rsid w:val="001728AE"/>
    <w:rsid w:val="00193FE7"/>
    <w:rsid w:val="001B241A"/>
    <w:rsid w:val="001D34E7"/>
    <w:rsid w:val="001D7EA5"/>
    <w:rsid w:val="00227CE7"/>
    <w:rsid w:val="0023059D"/>
    <w:rsid w:val="002313FD"/>
    <w:rsid w:val="00231A86"/>
    <w:rsid w:val="00234FCA"/>
    <w:rsid w:val="002415F8"/>
    <w:rsid w:val="00244B4D"/>
    <w:rsid w:val="00253352"/>
    <w:rsid w:val="0025483E"/>
    <w:rsid w:val="00267872"/>
    <w:rsid w:val="00271301"/>
    <w:rsid w:val="00273AA1"/>
    <w:rsid w:val="0028657C"/>
    <w:rsid w:val="00287240"/>
    <w:rsid w:val="00293921"/>
    <w:rsid w:val="002B6B03"/>
    <w:rsid w:val="002C1D85"/>
    <w:rsid w:val="002D30F1"/>
    <w:rsid w:val="002D4BC8"/>
    <w:rsid w:val="002D5685"/>
    <w:rsid w:val="002D5D18"/>
    <w:rsid w:val="002F2A1A"/>
    <w:rsid w:val="002F2A5F"/>
    <w:rsid w:val="00301B74"/>
    <w:rsid w:val="00321437"/>
    <w:rsid w:val="003275ED"/>
    <w:rsid w:val="00336F0D"/>
    <w:rsid w:val="00345748"/>
    <w:rsid w:val="003556FE"/>
    <w:rsid w:val="00356E8C"/>
    <w:rsid w:val="00361BEF"/>
    <w:rsid w:val="0036222B"/>
    <w:rsid w:val="00377B85"/>
    <w:rsid w:val="00381476"/>
    <w:rsid w:val="003816EC"/>
    <w:rsid w:val="0038520C"/>
    <w:rsid w:val="00394AE8"/>
    <w:rsid w:val="00396797"/>
    <w:rsid w:val="003B4723"/>
    <w:rsid w:val="003C46D3"/>
    <w:rsid w:val="003D6DF9"/>
    <w:rsid w:val="003E288C"/>
    <w:rsid w:val="003E329B"/>
    <w:rsid w:val="003E336D"/>
    <w:rsid w:val="003E5026"/>
    <w:rsid w:val="003F41AA"/>
    <w:rsid w:val="004070E4"/>
    <w:rsid w:val="004214DF"/>
    <w:rsid w:val="004406A2"/>
    <w:rsid w:val="0046105D"/>
    <w:rsid w:val="004644B7"/>
    <w:rsid w:val="00480386"/>
    <w:rsid w:val="004B34DE"/>
    <w:rsid w:val="004B3870"/>
    <w:rsid w:val="004C4C7A"/>
    <w:rsid w:val="004D1381"/>
    <w:rsid w:val="004F2839"/>
    <w:rsid w:val="004F2A20"/>
    <w:rsid w:val="004F37C2"/>
    <w:rsid w:val="004F705E"/>
    <w:rsid w:val="00503F69"/>
    <w:rsid w:val="00520498"/>
    <w:rsid w:val="00524286"/>
    <w:rsid w:val="00534324"/>
    <w:rsid w:val="005528BA"/>
    <w:rsid w:val="005575AC"/>
    <w:rsid w:val="0057493C"/>
    <w:rsid w:val="00581F3E"/>
    <w:rsid w:val="0058782C"/>
    <w:rsid w:val="00594DF1"/>
    <w:rsid w:val="005A07E7"/>
    <w:rsid w:val="005A18C5"/>
    <w:rsid w:val="005A1943"/>
    <w:rsid w:val="005B0995"/>
    <w:rsid w:val="005B155B"/>
    <w:rsid w:val="005C1E77"/>
    <w:rsid w:val="005C466B"/>
    <w:rsid w:val="005C7A11"/>
    <w:rsid w:val="005E1DFC"/>
    <w:rsid w:val="005E38C7"/>
    <w:rsid w:val="005E54AA"/>
    <w:rsid w:val="005F684D"/>
    <w:rsid w:val="00605CFE"/>
    <w:rsid w:val="006229FE"/>
    <w:rsid w:val="00625856"/>
    <w:rsid w:val="00626241"/>
    <w:rsid w:val="00627947"/>
    <w:rsid w:val="00627E06"/>
    <w:rsid w:val="00664269"/>
    <w:rsid w:val="00685533"/>
    <w:rsid w:val="00692C7C"/>
    <w:rsid w:val="006A1F84"/>
    <w:rsid w:val="006A397F"/>
    <w:rsid w:val="006B24FC"/>
    <w:rsid w:val="006C5A42"/>
    <w:rsid w:val="006D26AD"/>
    <w:rsid w:val="006D5902"/>
    <w:rsid w:val="00703F2D"/>
    <w:rsid w:val="007111E6"/>
    <w:rsid w:val="007141E7"/>
    <w:rsid w:val="007364EB"/>
    <w:rsid w:val="00763423"/>
    <w:rsid w:val="00772B13"/>
    <w:rsid w:val="007907F8"/>
    <w:rsid w:val="007B2C40"/>
    <w:rsid w:val="007C289A"/>
    <w:rsid w:val="007C4C25"/>
    <w:rsid w:val="007F1017"/>
    <w:rsid w:val="007F7180"/>
    <w:rsid w:val="00800060"/>
    <w:rsid w:val="0081189D"/>
    <w:rsid w:val="008132C6"/>
    <w:rsid w:val="0082014F"/>
    <w:rsid w:val="008352D7"/>
    <w:rsid w:val="00840C0E"/>
    <w:rsid w:val="008415CA"/>
    <w:rsid w:val="00843DC2"/>
    <w:rsid w:val="00844886"/>
    <w:rsid w:val="00845AF0"/>
    <w:rsid w:val="00861EE9"/>
    <w:rsid w:val="00875869"/>
    <w:rsid w:val="00882781"/>
    <w:rsid w:val="008B1381"/>
    <w:rsid w:val="008C5149"/>
    <w:rsid w:val="008E46E6"/>
    <w:rsid w:val="008E6562"/>
    <w:rsid w:val="008F017B"/>
    <w:rsid w:val="008F0A12"/>
    <w:rsid w:val="008F0B6B"/>
    <w:rsid w:val="009145D1"/>
    <w:rsid w:val="00916D7F"/>
    <w:rsid w:val="00924E29"/>
    <w:rsid w:val="00946343"/>
    <w:rsid w:val="0095233F"/>
    <w:rsid w:val="00955B09"/>
    <w:rsid w:val="009629B1"/>
    <w:rsid w:val="0096717C"/>
    <w:rsid w:val="009739B0"/>
    <w:rsid w:val="00980239"/>
    <w:rsid w:val="0098304C"/>
    <w:rsid w:val="00994306"/>
    <w:rsid w:val="0099592D"/>
    <w:rsid w:val="009A15AC"/>
    <w:rsid w:val="009B0E1B"/>
    <w:rsid w:val="009B61E2"/>
    <w:rsid w:val="009C0807"/>
    <w:rsid w:val="009F2871"/>
    <w:rsid w:val="009F7F0B"/>
    <w:rsid w:val="00A101F2"/>
    <w:rsid w:val="00A11EC0"/>
    <w:rsid w:val="00A242E6"/>
    <w:rsid w:val="00A24B40"/>
    <w:rsid w:val="00A257D3"/>
    <w:rsid w:val="00A32EEF"/>
    <w:rsid w:val="00A50475"/>
    <w:rsid w:val="00A5159D"/>
    <w:rsid w:val="00A54FCC"/>
    <w:rsid w:val="00A95112"/>
    <w:rsid w:val="00AB14F3"/>
    <w:rsid w:val="00AD760D"/>
    <w:rsid w:val="00AE4E8F"/>
    <w:rsid w:val="00AE5962"/>
    <w:rsid w:val="00AE6A00"/>
    <w:rsid w:val="00AF25C7"/>
    <w:rsid w:val="00B15B1D"/>
    <w:rsid w:val="00B1697C"/>
    <w:rsid w:val="00B24118"/>
    <w:rsid w:val="00B32D70"/>
    <w:rsid w:val="00B33755"/>
    <w:rsid w:val="00B36B5B"/>
    <w:rsid w:val="00B45FCC"/>
    <w:rsid w:val="00B62C53"/>
    <w:rsid w:val="00B638A6"/>
    <w:rsid w:val="00B77B78"/>
    <w:rsid w:val="00B86320"/>
    <w:rsid w:val="00B9516B"/>
    <w:rsid w:val="00BB4254"/>
    <w:rsid w:val="00BC4FCA"/>
    <w:rsid w:val="00BE448D"/>
    <w:rsid w:val="00BF3A06"/>
    <w:rsid w:val="00C01A30"/>
    <w:rsid w:val="00C0215C"/>
    <w:rsid w:val="00C03A15"/>
    <w:rsid w:val="00C05199"/>
    <w:rsid w:val="00C118CA"/>
    <w:rsid w:val="00C35044"/>
    <w:rsid w:val="00C37FA4"/>
    <w:rsid w:val="00C42108"/>
    <w:rsid w:val="00C44E18"/>
    <w:rsid w:val="00C534E6"/>
    <w:rsid w:val="00C53A3C"/>
    <w:rsid w:val="00C60737"/>
    <w:rsid w:val="00C60D01"/>
    <w:rsid w:val="00C760FF"/>
    <w:rsid w:val="00C93BFE"/>
    <w:rsid w:val="00CB2E6A"/>
    <w:rsid w:val="00CC496E"/>
    <w:rsid w:val="00CC7862"/>
    <w:rsid w:val="00CD5E97"/>
    <w:rsid w:val="00CD7ABA"/>
    <w:rsid w:val="00CE0F23"/>
    <w:rsid w:val="00CE141F"/>
    <w:rsid w:val="00D10705"/>
    <w:rsid w:val="00D15388"/>
    <w:rsid w:val="00D37C2C"/>
    <w:rsid w:val="00D60A98"/>
    <w:rsid w:val="00D63B36"/>
    <w:rsid w:val="00D67DA4"/>
    <w:rsid w:val="00DA0557"/>
    <w:rsid w:val="00DA2A20"/>
    <w:rsid w:val="00DD1E0C"/>
    <w:rsid w:val="00DE49E7"/>
    <w:rsid w:val="00DE62BE"/>
    <w:rsid w:val="00DF4EF0"/>
    <w:rsid w:val="00DF7132"/>
    <w:rsid w:val="00E012A4"/>
    <w:rsid w:val="00E01EDD"/>
    <w:rsid w:val="00E11323"/>
    <w:rsid w:val="00E334B8"/>
    <w:rsid w:val="00E4213C"/>
    <w:rsid w:val="00E47133"/>
    <w:rsid w:val="00E56586"/>
    <w:rsid w:val="00E64798"/>
    <w:rsid w:val="00E729AE"/>
    <w:rsid w:val="00E81B63"/>
    <w:rsid w:val="00E90B4A"/>
    <w:rsid w:val="00EB0C8F"/>
    <w:rsid w:val="00EC17CA"/>
    <w:rsid w:val="00ED0A34"/>
    <w:rsid w:val="00EE4395"/>
    <w:rsid w:val="00EE6069"/>
    <w:rsid w:val="00EF2B64"/>
    <w:rsid w:val="00EF6ED4"/>
    <w:rsid w:val="00F02487"/>
    <w:rsid w:val="00F07260"/>
    <w:rsid w:val="00F117EF"/>
    <w:rsid w:val="00F6079D"/>
    <w:rsid w:val="00F621DE"/>
    <w:rsid w:val="00F76102"/>
    <w:rsid w:val="00F83C96"/>
    <w:rsid w:val="00F913E7"/>
    <w:rsid w:val="00F94939"/>
    <w:rsid w:val="00F95CCD"/>
    <w:rsid w:val="00FA2BBD"/>
    <w:rsid w:val="00FB4174"/>
    <w:rsid w:val="00FD03B8"/>
    <w:rsid w:val="00FD0E5A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6479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2F2A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6</Pages>
  <Words>662</Words>
  <Characters>4568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cseke.erzsebet</cp:lastModifiedBy>
  <cp:revision>6</cp:revision>
  <cp:lastPrinted>2013-10-17T13:15:00Z</cp:lastPrinted>
  <dcterms:created xsi:type="dcterms:W3CDTF">2013-10-17T11:12:00Z</dcterms:created>
  <dcterms:modified xsi:type="dcterms:W3CDTF">2013-10-25T09:06:00Z</dcterms:modified>
</cp:coreProperties>
</file>